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6B2E3-7F2E-41FE-B25B-0AC6D58137B1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